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925"/>
        <w:gridCol w:w="5929"/>
      </w:tblGrid>
      <w:tr w:rsidR="0077046C" w:rsidRPr="003D1939" w:rsidTr="0077046C">
        <w:trPr>
          <w:trHeight w:val="1985"/>
        </w:trPr>
        <w:tc>
          <w:tcPr>
            <w:tcW w:w="4077" w:type="dxa"/>
            <w:shd w:val="clear" w:color="auto" w:fill="auto"/>
          </w:tcPr>
          <w:p w:rsidR="0077046C" w:rsidRPr="003D1939" w:rsidRDefault="0077046C" w:rsidP="005D4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60" w:type="dxa"/>
            <w:shd w:val="clear" w:color="auto" w:fill="auto"/>
          </w:tcPr>
          <w:p w:rsidR="0077046C" w:rsidRPr="003D1939" w:rsidRDefault="0077046C" w:rsidP="005D4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9663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D193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7046C" w:rsidRPr="003D1939" w:rsidRDefault="0077046C" w:rsidP="00770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>к договору о комплексном развитии территории 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лой застройки городского округа </w:t>
            </w:r>
            <w:r w:rsidRPr="003D1939">
              <w:rPr>
                <w:rFonts w:ascii="Times New Roman" w:hAnsi="Times New Roman"/>
                <w:sz w:val="24"/>
                <w:szCs w:val="24"/>
              </w:rPr>
              <w:t>"Город Архангельск"</w:t>
            </w:r>
          </w:p>
          <w:p w:rsidR="0077046C" w:rsidRDefault="0077046C" w:rsidP="00770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просп. Советских космонавтов, </w:t>
            </w:r>
            <w:r w:rsidRPr="0077046C">
              <w:rPr>
                <w:rFonts w:ascii="Times New Roman" w:hAnsi="Times New Roman"/>
                <w:sz w:val="24"/>
                <w:szCs w:val="24"/>
              </w:rPr>
              <w:t xml:space="preserve">просп. Новгородский, ул. Карла Либкнехта, ул. Поморская </w:t>
            </w:r>
          </w:p>
          <w:p w:rsidR="0077046C" w:rsidRPr="003D1939" w:rsidRDefault="0077046C" w:rsidP="00770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225579" w:rsidRDefault="00225579" w:rsidP="00104320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FB9" w:rsidRPr="00F7495E" w:rsidRDefault="004C7FB9" w:rsidP="00104320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017300" w:rsidRPr="00017300" w:rsidRDefault="004C7FB9" w:rsidP="000173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17300" w:rsidRPr="00017300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просп. Советских космонавтов, </w:t>
      </w:r>
    </w:p>
    <w:p w:rsidR="00E86392" w:rsidRDefault="00017300" w:rsidP="000173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7300">
        <w:rPr>
          <w:rFonts w:ascii="Times New Roman" w:hAnsi="Times New Roman"/>
          <w:b/>
          <w:sz w:val="28"/>
          <w:szCs w:val="28"/>
        </w:rPr>
        <w:t>просп. Новгородск</w:t>
      </w:r>
      <w:r>
        <w:rPr>
          <w:rFonts w:ascii="Times New Roman" w:hAnsi="Times New Roman"/>
          <w:b/>
          <w:sz w:val="28"/>
          <w:szCs w:val="28"/>
        </w:rPr>
        <w:t>ий</w:t>
      </w:r>
      <w:r w:rsidRPr="00017300">
        <w:rPr>
          <w:rFonts w:ascii="Times New Roman" w:hAnsi="Times New Roman"/>
          <w:b/>
          <w:sz w:val="28"/>
          <w:szCs w:val="28"/>
        </w:rPr>
        <w:t>, ул. Карла Либкнехта, ул. Поморск</w:t>
      </w:r>
      <w:r>
        <w:rPr>
          <w:rFonts w:ascii="Times New Roman" w:hAnsi="Times New Roman"/>
          <w:b/>
          <w:sz w:val="28"/>
          <w:szCs w:val="28"/>
        </w:rPr>
        <w:t>ая</w:t>
      </w:r>
      <w:r w:rsidR="00E86392">
        <w:rPr>
          <w:rFonts w:ascii="Times New Roman" w:hAnsi="Times New Roman"/>
          <w:b/>
          <w:sz w:val="28"/>
          <w:szCs w:val="28"/>
        </w:rPr>
        <w:t>,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 </w:t>
      </w:r>
    </w:p>
    <w:p w:rsidR="007D0DC7" w:rsidRPr="00104320" w:rsidRDefault="005E3367" w:rsidP="0055460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  <w:r w:rsidR="000E5ABB">
        <w:rPr>
          <w:rFonts w:ascii="Times New Roman" w:hAnsi="Times New Roman"/>
          <w:b/>
          <w:sz w:val="28"/>
          <w:szCs w:val="28"/>
        </w:rPr>
        <w:t xml:space="preserve">, площадью </w:t>
      </w:r>
      <w:r w:rsidR="005273D4">
        <w:rPr>
          <w:rFonts w:ascii="Times New Roman" w:hAnsi="Times New Roman"/>
          <w:b/>
          <w:sz w:val="28"/>
          <w:szCs w:val="28"/>
        </w:rPr>
        <w:t>0,5047 га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6"/>
        <w:gridCol w:w="2063"/>
        <w:gridCol w:w="1843"/>
        <w:gridCol w:w="2126"/>
        <w:gridCol w:w="2029"/>
      </w:tblGrid>
      <w:tr w:rsidR="004C7FB9" w:rsidRPr="00A52F8A" w:rsidTr="00104320">
        <w:trPr>
          <w:trHeight w:val="20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FB9" w:rsidRPr="00A52F8A" w:rsidRDefault="005E3367" w:rsidP="007D0DC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017300" w:rsidRPr="00A52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границах части элемента планировочной структуры:</w:t>
            </w:r>
            <w:r w:rsidR="00A52F8A" w:rsidRPr="00A52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просп. Советских космонавтов, </w:t>
            </w:r>
            <w:r w:rsidR="00017300" w:rsidRPr="00A52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просп. Новгородский, ул. К</w:t>
            </w:r>
            <w:r w:rsidR="00A52F8A" w:rsidRPr="00A52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арла Либкнехта, ул. Поморская, </w:t>
            </w:r>
            <w:r w:rsidR="00017300" w:rsidRPr="00A52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</w:p>
        </w:tc>
      </w:tr>
      <w:tr w:rsidR="005E3367" w:rsidRPr="00A52F8A" w:rsidTr="00A52F8A">
        <w:trPr>
          <w:trHeight w:val="20"/>
          <w:jc w:val="center"/>
        </w:trPr>
        <w:tc>
          <w:tcPr>
            <w:tcW w:w="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A52F8A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A52F8A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A52F8A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A52F8A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A52F8A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  <w:tcBorders>
              <w:top w:val="single" w:sz="4" w:space="0" w:color="auto"/>
            </w:tcBorders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top w:val="single" w:sz="4" w:space="0" w:color="auto"/>
            </w:tcBorders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651586.95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2520008.19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48°44.5'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37.27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651611.53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2520036.21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151°48.7'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30.14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651584.96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2520050.45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151°48.0'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21.80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651565.75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2520060.75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151°49.1'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9.82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651557.09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2520065.39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151°48.0'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17.24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651541.89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2520073.54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243°33.6'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24.64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651530.92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2520051.48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153°01.9'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31.16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651503.15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2520065.61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59°20.6'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25.32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651516.06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2520087.39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152°14.0'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29.64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651489.83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2520101.20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215°52.5'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38.92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651458.29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2520078.39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305°18.5'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39.10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651480.89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2520046.48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38°59.1'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13.23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651491.17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2520054.80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333°37.9'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651514.57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2520043.20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306°07.0'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27.52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651530.79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2520020.97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36°06.1'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25.51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651551.40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2520036.00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314°28.3'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39.12</w:t>
            </w:r>
          </w:p>
        </w:tc>
      </w:tr>
      <w:tr w:rsidR="00F879C4" w:rsidRPr="00A52F8A" w:rsidTr="00A52F8A">
        <w:trPr>
          <w:trHeight w:val="20"/>
          <w:jc w:val="center"/>
        </w:trPr>
        <w:tc>
          <w:tcPr>
            <w:tcW w:w="976" w:type="dxa"/>
          </w:tcPr>
          <w:p w:rsidR="00F879C4" w:rsidRPr="00A52F8A" w:rsidRDefault="00F879C4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651578.81</w:t>
            </w:r>
          </w:p>
        </w:tc>
        <w:tc>
          <w:tcPr>
            <w:tcW w:w="1843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2520008.08</w:t>
            </w:r>
          </w:p>
        </w:tc>
        <w:tc>
          <w:tcPr>
            <w:tcW w:w="2126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0°46.5'</w:t>
            </w:r>
          </w:p>
        </w:tc>
        <w:tc>
          <w:tcPr>
            <w:tcW w:w="2029" w:type="dxa"/>
            <w:vAlign w:val="center"/>
          </w:tcPr>
          <w:p w:rsidR="00F879C4" w:rsidRPr="00A52F8A" w:rsidRDefault="00F879C4" w:rsidP="00F87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8A">
              <w:rPr>
                <w:rFonts w:ascii="Times New Roman" w:hAnsi="Times New Roman"/>
                <w:sz w:val="24"/>
                <w:szCs w:val="24"/>
              </w:rPr>
              <w:t>8.14</w:t>
            </w:r>
          </w:p>
        </w:tc>
      </w:tr>
    </w:tbl>
    <w:p w:rsidR="00227B4A" w:rsidRDefault="00BF4E77" w:rsidP="00B06D27">
      <w:pPr>
        <w:pStyle w:val="ConsPlusNormal"/>
        <w:jc w:val="center"/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-911860</wp:posOffset>
            </wp:positionH>
            <wp:positionV relativeFrom="paragraph">
              <wp:posOffset>-530225</wp:posOffset>
            </wp:positionV>
            <wp:extent cx="7286625" cy="10311130"/>
            <wp:effectExtent l="0" t="0" r="9525" b="0"/>
            <wp:wrapNone/>
            <wp:docPr id="2" name="Рисунок 2" descr="Схема , т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хема , тер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6625" cy="1031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94C" w:rsidRDefault="00A8394C" w:rsidP="00B06D27">
      <w:pPr>
        <w:pStyle w:val="ConsPlusNormal"/>
        <w:jc w:val="center"/>
      </w:pPr>
    </w:p>
    <w:sectPr w:rsidR="00A8394C" w:rsidSect="005B43DD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17300"/>
    <w:rsid w:val="00025F9E"/>
    <w:rsid w:val="000C52AF"/>
    <w:rsid w:val="000E5ABB"/>
    <w:rsid w:val="00104320"/>
    <w:rsid w:val="001551CE"/>
    <w:rsid w:val="00164288"/>
    <w:rsid w:val="001821E7"/>
    <w:rsid w:val="00225579"/>
    <w:rsid w:val="00227B4A"/>
    <w:rsid w:val="0023067C"/>
    <w:rsid w:val="00255610"/>
    <w:rsid w:val="002846C1"/>
    <w:rsid w:val="002B1A0A"/>
    <w:rsid w:val="002B262A"/>
    <w:rsid w:val="00303D55"/>
    <w:rsid w:val="00347DEA"/>
    <w:rsid w:val="003E3927"/>
    <w:rsid w:val="004854C6"/>
    <w:rsid w:val="004C7FB9"/>
    <w:rsid w:val="0052641C"/>
    <w:rsid w:val="005273D4"/>
    <w:rsid w:val="00554601"/>
    <w:rsid w:val="005638B6"/>
    <w:rsid w:val="005B43DD"/>
    <w:rsid w:val="005C24E6"/>
    <w:rsid w:val="005D4A97"/>
    <w:rsid w:val="005E3367"/>
    <w:rsid w:val="00657328"/>
    <w:rsid w:val="00690EE1"/>
    <w:rsid w:val="006956AF"/>
    <w:rsid w:val="00717B66"/>
    <w:rsid w:val="00752836"/>
    <w:rsid w:val="0077046C"/>
    <w:rsid w:val="007C7D45"/>
    <w:rsid w:val="007D0DC7"/>
    <w:rsid w:val="007E0BE6"/>
    <w:rsid w:val="008811FB"/>
    <w:rsid w:val="00915B3D"/>
    <w:rsid w:val="00934206"/>
    <w:rsid w:val="009663EC"/>
    <w:rsid w:val="009A3454"/>
    <w:rsid w:val="00A52F8A"/>
    <w:rsid w:val="00A8394C"/>
    <w:rsid w:val="00AF75FA"/>
    <w:rsid w:val="00B06D27"/>
    <w:rsid w:val="00BF4E77"/>
    <w:rsid w:val="00CE53F8"/>
    <w:rsid w:val="00E26E93"/>
    <w:rsid w:val="00E77B29"/>
    <w:rsid w:val="00E86392"/>
    <w:rsid w:val="00F7495E"/>
    <w:rsid w:val="00F7643D"/>
    <w:rsid w:val="00F879C4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37668-97BC-4F00-9A55-CC124EFE7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3</cp:revision>
  <cp:lastPrinted>2024-11-21T12:46:00Z</cp:lastPrinted>
  <dcterms:created xsi:type="dcterms:W3CDTF">2024-11-20T08:50:00Z</dcterms:created>
  <dcterms:modified xsi:type="dcterms:W3CDTF">2024-11-21T12:46:00Z</dcterms:modified>
</cp:coreProperties>
</file>